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2C733CE6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E142D9" w:rsidRPr="00E142D9">
        <w:rPr>
          <w:rFonts w:asciiTheme="majorHAnsi" w:eastAsia="Times New Roman" w:hAnsiTheme="majorHAnsi" w:cs="Times New Roman"/>
          <w:highlight w:val="yellow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765899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>Zhotovitel</w:t>
      </w:r>
      <w:r w:rsidR="00DD29C3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765899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765899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>Zhotovitel</w:t>
      </w:r>
      <w:r w:rsidR="00DD29C3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765899">
              <w:rPr>
                <w:rFonts w:asciiTheme="majorHAnsi" w:hAnsiTheme="majorHAnsi" w:cs="Tahoma"/>
                <w:highlight w:val="yellow"/>
              </w:rPr>
              <w:t>[</w:t>
            </w:r>
            <w:r w:rsidRPr="00765899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EF4199" w:rsidRPr="00765899">
              <w:rPr>
                <w:rFonts w:asciiTheme="majorHAnsi" w:hAnsiTheme="majorHAnsi" w:cs="Tahoma"/>
                <w:i/>
                <w:highlight w:val="yellow"/>
              </w:rPr>
              <w:t>ZHOTOVITEL</w:t>
            </w:r>
            <w:r w:rsidRPr="00765899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76589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76589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EF4199" w:rsidRPr="0076589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ZHOTOVITEL</w:t>
            </w:r>
            <w:r w:rsidRPr="0076589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76589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76589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EF4199" w:rsidRPr="0076589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ZHOTOVITEL</w:t>
            </w:r>
            <w:r w:rsidRPr="0076589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EF4199" w:rsidRPr="00765899">
        <w:rPr>
          <w:rFonts w:asciiTheme="majorHAnsi" w:eastAsia="Times New Roman" w:hAnsiTheme="majorHAnsi" w:cs="Times New Roman"/>
          <w:highlight w:val="yellow"/>
          <w:lang w:eastAsia="cs-CZ"/>
        </w:rPr>
        <w:t>Zhotovitel</w:t>
      </w:r>
      <w:r w:rsidR="00472208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 w:rsidRPr="00765899">
        <w:rPr>
          <w:rFonts w:asciiTheme="majorHAnsi" w:eastAsia="Times New Roman" w:hAnsiTheme="majorHAnsi" w:cs="Times New Roman"/>
          <w:highlight w:val="yellow"/>
          <w:lang w:eastAsia="cs-CZ"/>
        </w:rPr>
        <w:t>Zhotovitel</w:t>
      </w:r>
      <w:r w:rsidR="00472208" w:rsidRPr="00765899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765899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5899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7</cp:revision>
  <cp:lastPrinted>2017-11-28T17:18:00Z</cp:lastPrinted>
  <dcterms:created xsi:type="dcterms:W3CDTF">2024-01-25T09:32:00Z</dcterms:created>
  <dcterms:modified xsi:type="dcterms:W3CDTF">2024-09-02T06:05:00Z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